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9056DD" w:rsidP="00540F7C" w14:paraId="5CD42560" w14:textId="77777777">
      <w:pPr>
        <w:pStyle w:val="BodyText"/>
        <w:spacing w:after="600"/>
        <w:jc w:val="right"/>
        <w:rPr>
          <w:b/>
          <w:sz w:val="22"/>
          <w:szCs w:val="22"/>
        </w:rPr>
      </w:pPr>
      <w:r>
        <w:rPr>
          <w:bCs/>
          <w:sz w:val="22"/>
          <w:szCs w:val="22"/>
        </w:rPr>
        <w:t>V.</w:t>
      </w:r>
    </w:p>
    <w:p w:rsidR="00952E4D" w:rsidRPr="00540F7C" w:rsidP="00540F7C" w14:paraId="51AAC6D0" w14:textId="77777777">
      <w:pPr>
        <w:pStyle w:val="Body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>Vypořádání připomínek k materiálu s názvem:</w:t>
      </w:r>
    </w:p>
    <w:p w:rsidR="00DB22B8" w:rsidP="009056DD" w14:paraId="1F9A0BD5" w14:textId="7398FCF2">
      <w:pPr>
        <w:spacing w:before="240" w:after="240"/>
        <w:jc w:val="both"/>
        <w:rPr>
          <w:rFonts w:eastAsia="Arial"/>
          <w:b/>
        </w:rPr>
      </w:pPr>
      <w:r>
        <w:rPr>
          <w:rFonts w:eastAsia="Arial"/>
          <w:b/>
        </w:rPr>
        <w:t xml:space="preserve">Schválení změny Programu NW – rozšíření o Podprogram </w:t>
      </w:r>
      <w:r w:rsidR="00BC0DA4">
        <w:rPr>
          <w:rFonts w:eastAsia="Arial"/>
          <w:b/>
        </w:rPr>
        <w:t>4</w:t>
      </w:r>
      <w:r>
        <w:rPr>
          <w:rFonts w:eastAsia="Arial"/>
          <w:b/>
        </w:rPr>
        <w:t>: „</w:t>
      </w:r>
      <w:r w:rsidR="00BC0DA4">
        <w:rPr>
          <w:rFonts w:eastAsia="Arial"/>
          <w:b/>
        </w:rPr>
        <w:t>Podpora národních autorit v prioritních oblastech zdravotnického výzkumu</w:t>
      </w:r>
      <w:r>
        <w:rPr>
          <w:rFonts w:eastAsia="Arial"/>
          <w:b/>
        </w:rPr>
        <w:t xml:space="preserve">“ </w:t>
      </w:r>
    </w:p>
    <w:p w:rsidR="00B81330" w:rsidRPr="00B77102" w:rsidP="009056DD" w14:paraId="73C49DED" w14:textId="77777777">
      <w:pPr>
        <w:spacing w:before="240" w:after="240"/>
        <w:jc w:val="both"/>
        <w:rPr>
          <w:sz w:val="22"/>
          <w:szCs w:val="22"/>
        </w:rPr>
      </w:pPr>
      <w:r w:rsidRPr="00B77102">
        <w:rPr>
          <w:sz w:val="22"/>
          <w:szCs w:val="22"/>
        </w:rPr>
        <w:t xml:space="preserve">Dle Jednacího řádu vlády byl materiál rozeslán do meziresortního připomínkového řízení </w:t>
      </w:r>
      <w:r w:rsidRPr="00DB22B8" w:rsidR="00DB22B8">
        <w:rPr>
          <w:sz w:val="22"/>
          <w:szCs w:val="22"/>
        </w:rPr>
        <w:t xml:space="preserve">dopisem ministra zdravotnictví </w:t>
      </w:r>
      <w:r w:rsidRPr="00B77102">
        <w:rPr>
          <w:sz w:val="22"/>
          <w:szCs w:val="22"/>
        </w:rPr>
        <w:t xml:space="preserve">dne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datum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, s termínem dodání stanovisek do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datum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>. Vyhodnocení tohoto řízení je uvedeno v 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8"/>
        <w:gridCol w:w="5961"/>
        <w:gridCol w:w="6650"/>
      </w:tblGrid>
      <w:tr w14:paraId="65238CC0" w14:textId="77777777" w:rsidTr="009056DD">
        <w:tblPrEx>
          <w:tblW w:w="1432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40"/>
        </w:trPr>
        <w:tc>
          <w:tcPr>
            <w:tcW w:w="1718" w:type="dxa"/>
            <w:shd w:val="clear" w:color="auto" w:fill="auto"/>
          </w:tcPr>
          <w:p w:rsidR="001C1BAD" w:rsidRPr="00B77102" w:rsidP="0012692B" w14:paraId="58EB8C1A" w14:textId="77777777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5961" w:type="dxa"/>
            <w:shd w:val="clear" w:color="auto" w:fill="auto"/>
          </w:tcPr>
          <w:p w:rsidR="001C1BAD" w:rsidRPr="00B77102" w:rsidP="0012692B" w14:paraId="5F6A96C9" w14:textId="77777777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6650" w:type="dxa"/>
            <w:shd w:val="clear" w:color="auto" w:fill="auto"/>
          </w:tcPr>
          <w:p w:rsidR="001C1BAD" w:rsidRPr="00B77102" w:rsidP="0012692B" w14:paraId="172798F4" w14:textId="77777777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14:paraId="1B77791C" w14:textId="77777777" w:rsidTr="009056DD">
        <w:tblPrEx>
          <w:tblW w:w="14329" w:type="dxa"/>
          <w:tblLook w:val="01E0"/>
        </w:tblPrEx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9056DD" w:rsidP="00E92E6A" w14:paraId="1FDB7FDD" w14:textId="77777777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ev resortu"/>
                  </w:textInput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Název resortu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P="00E92E6A" w14:paraId="42C4FA28" w14:textId="77777777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P="00E92E6A" w14:paraId="19BDA534" w14:textId="77777777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14:paraId="63126A69" w14:textId="77777777" w:rsidTr="009056DD">
        <w:tblPrEx>
          <w:tblW w:w="14329" w:type="dxa"/>
          <w:tblLook w:val="01E0"/>
        </w:tblPrEx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B77102" w:rsidP="007E1384" w14:paraId="516DEA02" w14:textId="77777777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P="00E92E6A" w14:paraId="00B72978" w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P="00E92E6A" w14:paraId="0DBE92CD" w14:textId="77777777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14:paraId="7618B26F" w14:textId="77777777" w:rsidTr="009056DD">
        <w:tblPrEx>
          <w:tblW w:w="14329" w:type="dxa"/>
          <w:tblLook w:val="01E0"/>
        </w:tblPrEx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B77102" w:rsidP="007E1384" w14:paraId="54891C5E" w14:textId="77777777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P="00E92E6A" w14:paraId="2B12189E" w14:textId="77777777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P="00E92E6A" w14:paraId="70473066" w14:textId="77777777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</w:tbl>
    <w:p w:rsidR="00062C44" w:rsidRPr="00B77102" w:rsidP="009056DD" w14:paraId="2C82566B" w14:textId="77777777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>V 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Praze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 </w:t>
      </w:r>
    </w:p>
    <w:p w:rsidR="00062C44" w:rsidRPr="00B77102" w:rsidP="00E92E6A" w14:paraId="1F3A17B9" w14:textId="77777777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 xml:space="preserve">Vypracoval: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ul, jméno, příjmení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titul, jméno, příjmení</w:t>
      </w:r>
      <w:r w:rsidR="00E92E6A">
        <w:rPr>
          <w:bCs/>
          <w:sz w:val="22"/>
          <w:szCs w:val="22"/>
        </w:rPr>
        <w:fldChar w:fldCharType="end"/>
      </w:r>
      <w:r w:rsidR="00E92E6A">
        <w:rPr>
          <w:sz w:val="22"/>
          <w:szCs w:val="22"/>
        </w:rPr>
        <w:tab/>
      </w:r>
      <w:r w:rsidR="00540F7C">
        <w:rPr>
          <w:sz w:val="22"/>
          <w:szCs w:val="22"/>
        </w:rPr>
        <w:t>Podpis:</w:t>
      </w:r>
    </w:p>
    <w:sectPr w:rsidSect="00DF31E1">
      <w:footerReference w:type="default" r:id="rId4"/>
      <w:pgSz w:w="16838" w:h="11906" w:orient="landscape"/>
      <w:pgMar w:top="1258" w:right="1418" w:bottom="1135" w:left="1418" w:header="709" w:footer="709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2E6A" w:rsidRPr="00CA4A8C" w:rsidP="00E92E6A" w14:paraId="067CEE63" w14:textId="77777777">
    <w:pPr>
      <w:pStyle w:val="Subtitle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666592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D54C3B">
      <w:rPr>
        <w:rFonts w:ascii="Arial" w:hAnsi="Arial" w:cs="Arial"/>
        <w:noProof/>
        <w:sz w:val="22"/>
        <w:szCs w:val="22"/>
      </w:rPr>
      <w:t>1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001C80D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4282A"/>
    <w:multiLevelType w:val="hybridMultilevel"/>
    <w:tmpl w:val="F9D2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D61BD"/>
    <w:multiLevelType w:val="hybridMultilevel"/>
    <w:tmpl w:val="F162D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735586"/>
    <w:multiLevelType w:val="hybridMultilevel"/>
    <w:tmpl w:val="6C88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492DDA"/>
    <w:multiLevelType w:val="hybridMultilevel"/>
    <w:tmpl w:val="8B1C517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D6802"/>
    <w:multiLevelType w:val="hybridMultilevel"/>
    <w:tmpl w:val="907414BA"/>
    <w:lvl w:ilvl="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28C1735"/>
    <w:multiLevelType w:val="hybridMultilevel"/>
    <w:tmpl w:val="FF3E7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814B08"/>
    <w:multiLevelType w:val="hybridMultilevel"/>
    <w:tmpl w:val="70F4C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4A5D1E"/>
    <w:multiLevelType w:val="hybridMultilevel"/>
    <w:tmpl w:val="0414B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BC25A0"/>
    <w:multiLevelType w:val="hybridMultilevel"/>
    <w:tmpl w:val="E9FAB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6C34A3"/>
    <w:multiLevelType w:val="hybridMultilevel"/>
    <w:tmpl w:val="2D50B66E"/>
    <w:lvl w:ilvl="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BD85044"/>
    <w:multiLevelType w:val="hybridMultilevel"/>
    <w:tmpl w:val="28605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7812CE"/>
    <w:multiLevelType w:val="hybridMultilevel"/>
    <w:tmpl w:val="17927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A7688C"/>
    <w:multiLevelType w:val="hybridMultilevel"/>
    <w:tmpl w:val="EA320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D73F64"/>
    <w:multiLevelType w:val="hybridMultilevel"/>
    <w:tmpl w:val="49E2F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11"/>
  </w:num>
  <w:num w:numId="12">
    <w:abstractNumId w:val="3"/>
  </w:num>
  <w:num w:numId="13">
    <w:abstractNumId w:val="8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cumentProtection w:edit="forms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860C55"/>
    <w:rsid w:val="00005EA5"/>
    <w:rsid w:val="000134BD"/>
    <w:rsid w:val="0001676C"/>
    <w:rsid w:val="000335F7"/>
    <w:rsid w:val="00062C44"/>
    <w:rsid w:val="00063636"/>
    <w:rsid w:val="00093098"/>
    <w:rsid w:val="000970C1"/>
    <w:rsid w:val="000A3F31"/>
    <w:rsid w:val="000A7FF0"/>
    <w:rsid w:val="000B085C"/>
    <w:rsid w:val="000C7F33"/>
    <w:rsid w:val="000E3BE9"/>
    <w:rsid w:val="00110AAF"/>
    <w:rsid w:val="0012692B"/>
    <w:rsid w:val="00140086"/>
    <w:rsid w:val="00145705"/>
    <w:rsid w:val="0014667B"/>
    <w:rsid w:val="00157F03"/>
    <w:rsid w:val="001848D8"/>
    <w:rsid w:val="00195697"/>
    <w:rsid w:val="001B2EDE"/>
    <w:rsid w:val="001C1BAD"/>
    <w:rsid w:val="001C6752"/>
    <w:rsid w:val="001D55D4"/>
    <w:rsid w:val="001F33A5"/>
    <w:rsid w:val="00205563"/>
    <w:rsid w:val="00212ADB"/>
    <w:rsid w:val="002132CD"/>
    <w:rsid w:val="00217309"/>
    <w:rsid w:val="00241C0B"/>
    <w:rsid w:val="00254415"/>
    <w:rsid w:val="00254AB0"/>
    <w:rsid w:val="002620E6"/>
    <w:rsid w:val="002662CE"/>
    <w:rsid w:val="0027082B"/>
    <w:rsid w:val="00287369"/>
    <w:rsid w:val="00291F07"/>
    <w:rsid w:val="002A26E9"/>
    <w:rsid w:val="002A29FE"/>
    <w:rsid w:val="002C0590"/>
    <w:rsid w:val="002C6EC1"/>
    <w:rsid w:val="002E4804"/>
    <w:rsid w:val="002F055A"/>
    <w:rsid w:val="00305C82"/>
    <w:rsid w:val="003267C9"/>
    <w:rsid w:val="00354455"/>
    <w:rsid w:val="00367F13"/>
    <w:rsid w:val="003C3A84"/>
    <w:rsid w:val="003D276A"/>
    <w:rsid w:val="003D2FF0"/>
    <w:rsid w:val="0040041F"/>
    <w:rsid w:val="00406325"/>
    <w:rsid w:val="004111C8"/>
    <w:rsid w:val="00417825"/>
    <w:rsid w:val="00420190"/>
    <w:rsid w:val="004A3B5C"/>
    <w:rsid w:val="004F00D3"/>
    <w:rsid w:val="00506235"/>
    <w:rsid w:val="00506CE9"/>
    <w:rsid w:val="005213A9"/>
    <w:rsid w:val="00522DBE"/>
    <w:rsid w:val="00540F7C"/>
    <w:rsid w:val="00556ED7"/>
    <w:rsid w:val="00586F0C"/>
    <w:rsid w:val="00597FEB"/>
    <w:rsid w:val="005A278E"/>
    <w:rsid w:val="005A325F"/>
    <w:rsid w:val="005A5A03"/>
    <w:rsid w:val="005B1037"/>
    <w:rsid w:val="005C610B"/>
    <w:rsid w:val="005D5146"/>
    <w:rsid w:val="005E7888"/>
    <w:rsid w:val="005F4A8E"/>
    <w:rsid w:val="005F77BA"/>
    <w:rsid w:val="0060410B"/>
    <w:rsid w:val="00607570"/>
    <w:rsid w:val="00623B43"/>
    <w:rsid w:val="00633AD7"/>
    <w:rsid w:val="006418D9"/>
    <w:rsid w:val="00641AB8"/>
    <w:rsid w:val="00641DB4"/>
    <w:rsid w:val="00666592"/>
    <w:rsid w:val="006707E2"/>
    <w:rsid w:val="006A5ACC"/>
    <w:rsid w:val="006D6FEC"/>
    <w:rsid w:val="006F1E98"/>
    <w:rsid w:val="00704911"/>
    <w:rsid w:val="007801AD"/>
    <w:rsid w:val="007908EB"/>
    <w:rsid w:val="007952FD"/>
    <w:rsid w:val="007A3FC1"/>
    <w:rsid w:val="007C2824"/>
    <w:rsid w:val="007E1384"/>
    <w:rsid w:val="007E19D6"/>
    <w:rsid w:val="007E3732"/>
    <w:rsid w:val="007E6DCF"/>
    <w:rsid w:val="007E6DF7"/>
    <w:rsid w:val="007F0C8F"/>
    <w:rsid w:val="007F1990"/>
    <w:rsid w:val="007F6497"/>
    <w:rsid w:val="00804406"/>
    <w:rsid w:val="00805E4D"/>
    <w:rsid w:val="008275AF"/>
    <w:rsid w:val="00850594"/>
    <w:rsid w:val="0085141E"/>
    <w:rsid w:val="00860C55"/>
    <w:rsid w:val="00864230"/>
    <w:rsid w:val="00873A8F"/>
    <w:rsid w:val="008777EA"/>
    <w:rsid w:val="008A46C8"/>
    <w:rsid w:val="008B55BA"/>
    <w:rsid w:val="008D1D31"/>
    <w:rsid w:val="008F7AA8"/>
    <w:rsid w:val="0090539C"/>
    <w:rsid w:val="009056DD"/>
    <w:rsid w:val="00942FA3"/>
    <w:rsid w:val="00952E4D"/>
    <w:rsid w:val="00985528"/>
    <w:rsid w:val="009945AB"/>
    <w:rsid w:val="009A03B9"/>
    <w:rsid w:val="009A2376"/>
    <w:rsid w:val="009B1CD8"/>
    <w:rsid w:val="009B2879"/>
    <w:rsid w:val="009B435F"/>
    <w:rsid w:val="009B66D5"/>
    <w:rsid w:val="009C61AA"/>
    <w:rsid w:val="009E1556"/>
    <w:rsid w:val="009E1CBD"/>
    <w:rsid w:val="009E44F6"/>
    <w:rsid w:val="009E73AD"/>
    <w:rsid w:val="00A1223A"/>
    <w:rsid w:val="00A1699D"/>
    <w:rsid w:val="00A17317"/>
    <w:rsid w:val="00A1761E"/>
    <w:rsid w:val="00A875C2"/>
    <w:rsid w:val="00A964FB"/>
    <w:rsid w:val="00AC469B"/>
    <w:rsid w:val="00AD59F5"/>
    <w:rsid w:val="00AF016A"/>
    <w:rsid w:val="00B028CF"/>
    <w:rsid w:val="00B03196"/>
    <w:rsid w:val="00B62844"/>
    <w:rsid w:val="00B733F3"/>
    <w:rsid w:val="00B74311"/>
    <w:rsid w:val="00B75488"/>
    <w:rsid w:val="00B754CD"/>
    <w:rsid w:val="00B77102"/>
    <w:rsid w:val="00B81330"/>
    <w:rsid w:val="00BA7DC0"/>
    <w:rsid w:val="00BC0DA4"/>
    <w:rsid w:val="00BD5685"/>
    <w:rsid w:val="00BF345C"/>
    <w:rsid w:val="00BF6B3F"/>
    <w:rsid w:val="00C31F3B"/>
    <w:rsid w:val="00C378D4"/>
    <w:rsid w:val="00C7306B"/>
    <w:rsid w:val="00C9007E"/>
    <w:rsid w:val="00CA0B69"/>
    <w:rsid w:val="00CA4A8C"/>
    <w:rsid w:val="00CC297A"/>
    <w:rsid w:val="00CD5167"/>
    <w:rsid w:val="00D00D44"/>
    <w:rsid w:val="00D26C37"/>
    <w:rsid w:val="00D36ACF"/>
    <w:rsid w:val="00D40886"/>
    <w:rsid w:val="00D44CDD"/>
    <w:rsid w:val="00D50033"/>
    <w:rsid w:val="00D53649"/>
    <w:rsid w:val="00D54C3B"/>
    <w:rsid w:val="00D80871"/>
    <w:rsid w:val="00DB22B8"/>
    <w:rsid w:val="00DB3639"/>
    <w:rsid w:val="00DB7A85"/>
    <w:rsid w:val="00DE3EF8"/>
    <w:rsid w:val="00DE5945"/>
    <w:rsid w:val="00DE6B25"/>
    <w:rsid w:val="00DF1B87"/>
    <w:rsid w:val="00DF31E1"/>
    <w:rsid w:val="00DF3F5B"/>
    <w:rsid w:val="00DF64D9"/>
    <w:rsid w:val="00E111E0"/>
    <w:rsid w:val="00E13CF6"/>
    <w:rsid w:val="00E235D5"/>
    <w:rsid w:val="00E364F6"/>
    <w:rsid w:val="00E41415"/>
    <w:rsid w:val="00E47DEE"/>
    <w:rsid w:val="00E61AE1"/>
    <w:rsid w:val="00E8534D"/>
    <w:rsid w:val="00E90993"/>
    <w:rsid w:val="00E92E6A"/>
    <w:rsid w:val="00EA3AAA"/>
    <w:rsid w:val="00EA75E7"/>
    <w:rsid w:val="00EB0F86"/>
    <w:rsid w:val="00EB21CE"/>
    <w:rsid w:val="00EE1758"/>
    <w:rsid w:val="00EF65A6"/>
    <w:rsid w:val="00F40AA2"/>
    <w:rsid w:val="00F65355"/>
    <w:rsid w:val="00FB71C2"/>
    <w:rsid w:val="00FC672A"/>
    <w:rsid w:val="00FD49B5"/>
    <w:rsid w:val="00FE084B"/>
    <w:rsid w:val="00FE1A7B"/>
    <w:rsid w:val="00FE5D6B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B73AF4AB-9FA5-4AA3-B31F-9B585DEE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235D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028CF"/>
    <w:rPr>
      <w:sz w:val="16"/>
      <w:szCs w:val="16"/>
    </w:rPr>
  </w:style>
  <w:style w:type="paragraph" w:styleId="CommentText">
    <w:name w:val="annotation text"/>
    <w:basedOn w:val="Normal"/>
    <w:semiHidden/>
    <w:rsid w:val="00B028C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028CF"/>
    <w:rPr>
      <w:b/>
      <w:bCs/>
    </w:rPr>
  </w:style>
  <w:style w:type="table" w:styleId="TableGrid">
    <w:name w:val="Table Grid"/>
    <w:basedOn w:val="TableNormal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942FA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42FA3"/>
  </w:style>
  <w:style w:type="paragraph" w:styleId="Header">
    <w:name w:val="header"/>
    <w:basedOn w:val="Normal"/>
    <w:rsid w:val="00942FA3"/>
    <w:pPr>
      <w:tabs>
        <w:tab w:val="center" w:pos="4536"/>
        <w:tab w:val="right" w:pos="9072"/>
      </w:tabs>
    </w:pPr>
  </w:style>
  <w:style w:type="paragraph" w:styleId="Subtitle">
    <w:name w:val="Subtitle"/>
    <w:basedOn w:val="Normal"/>
    <w:next w:val="Normal"/>
    <w:link w:val="Podnadpis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nadpisChar">
    <w:name w:val="Podnadpis Char"/>
    <w:link w:val="Subtitle"/>
    <w:uiPriority w:val="11"/>
    <w:rsid w:val="00E92E6A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3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Rzehulková Martina, Mgr.et Mgr.</cp:lastModifiedBy>
  <cp:revision>6</cp:revision>
  <cp:lastPrinted>2018-01-17T13:00:00Z</cp:lastPrinted>
  <dcterms:created xsi:type="dcterms:W3CDTF">2019-01-15T08:07:00Z</dcterms:created>
  <dcterms:modified xsi:type="dcterms:W3CDTF">2025-01-20T12:26:00Z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2.7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5426-2025-UVCR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5426-2025-UVCR</vt:lpwstr>
  </property>
  <property fmtid="{D5CDD505-2E9C-101B-9397-08002B2CF9AE}" pid="8" name="Contact_PostaOdes">
    <vt:lpwstr>{NameAddress_Contact_PostaOdes}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31.1.2025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&lt;TABLE&gt;&lt;TR&gt;&lt;TD&gt;Č.j.:&lt;/TD&gt;&lt;TD&gt;5426-2025-UVCR&lt;/TD&gt;&lt;/TR&gt;&lt;TR&gt;&lt;TD&gt;&lt;/TD&gt;&lt;TD&gt;&lt;/TD&gt;&lt;/TR&gt;&lt;/TABLE&gt;</vt:lpwstr>
  </property>
  <property fmtid="{D5CDD505-2E9C-101B-9397-08002B2CF9AE}" pid="15" name="DisplayName_PoziceMa_Pisemnost">
    <vt:lpwstr>Marie Novotná</vt:lpwstr>
  </property>
  <property fmtid="{D5CDD505-2E9C-101B-9397-08002B2CF9AE}" pid="16" name="DisplayName_SlozkaStupenUtajeniCollection_Slozka_Pisemnost">
    <vt:lpwstr/>
  </property>
  <property fmtid="{D5CDD505-2E9C-101B-9397-08002B2CF9AE}" pid="17" name="DisplayName_SpisovyUzel_PoziceZodpo_Pisemnost">
    <vt:lpwstr>Odbor koordinace výzkumu, vývoje a inovací</vt:lpwstr>
  </property>
  <property fmtid="{D5CDD505-2E9C-101B-9397-08002B2CF9AE}" pid="18" name="DisplayName_Spis_Pisemnost">
    <vt:lpwstr>Dopis RVVI_žádost o stanovisko ke změně Programu NW_Podprogram 4_Podpora národních autorit</vt:lpwstr>
  </property>
  <property fmtid="{D5CDD505-2E9C-101B-9397-08002B2CF9AE}" pid="19" name="DisplayName_UserPoriz_Pisemnost">
    <vt:lpwstr>Systém</vt:lpwstr>
  </property>
  <property fmtid="{D5CDD505-2E9C-101B-9397-08002B2CF9AE}" pid="20" name="DuvodZmeny_SlozkaStupenUtajeniCollection_Slozka_Pisemnost">
    <vt:lpwstr/>
  </property>
  <property fmtid="{D5CDD505-2E9C-101B-9397-08002B2CF9AE}" pid="21" name="EC_Pisemnost">
    <vt:lpwstr>UVCR25D0005415</vt:lpwstr>
  </property>
  <property fmtid="{D5CDD505-2E9C-101B-9397-08002B2CF9AE}" pid="22" name="Key_BarCode_Pisemnost">
    <vt:lpwstr>*UVCR25D0005415*</vt:lpwstr>
  </property>
  <property fmtid="{D5CDD505-2E9C-101B-9397-08002B2CF9AE}" pid="23" name="Key_BarCode_PostaOdes">
    <vt:lpwstr>11101001011</vt:lpwstr>
  </property>
  <property fmtid="{D5CDD505-2E9C-101B-9397-08002B2CF9AE}" pid="24" name="KRukam">
    <vt:lpwstr>{KRukam}</vt:lpwstr>
  </property>
  <property fmtid="{D5CDD505-2E9C-101B-9397-08002B2CF9AE}" pid="25" name="NameAddress_Contact_SpisovyUzel_PoziceZodpo_Pisemnost">
    <vt:lpwstr>Úřad vlády České republiky</vt:lpwstr>
  </property>
  <property fmtid="{D5CDD505-2E9C-101B-9397-08002B2CF9AE}" pid="26" name="NamePostalAddress_Contact_PostaOdes">
    <vt:lpwstr>{NameAddress_Contact_PostaOdes}
{PostalAddress_Contact_PostaOdes}</vt:lpwstr>
  </property>
  <property fmtid="{D5CDD505-2E9C-101B-9397-08002B2CF9AE}" pid="27" name="Odkaz">
    <vt:lpwstr>ODKAZ</vt:lpwstr>
  </property>
  <property fmtid="{D5CDD505-2E9C-101B-9397-08002B2CF9AE}" pid="28" name="Password_PisemnostTypZpristupneniInformaciZOSZ_Pisemnost">
    <vt:lpwstr>ZOSZ_Password</vt:lpwstr>
  </property>
  <property fmtid="{D5CDD505-2E9C-101B-9397-08002B2CF9AE}" pid="29" name="PocetListuDokumentu_Pisemnost">
    <vt:lpwstr>3</vt:lpwstr>
  </property>
  <property fmtid="{D5CDD505-2E9C-101B-9397-08002B2CF9AE}" pid="30" name="PocetListu_Pisemnost">
    <vt:lpwstr>3/74</vt:lpwstr>
  </property>
  <property fmtid="{D5CDD505-2E9C-101B-9397-08002B2CF9AE}" pid="31" name="PocetPriloh_Pisemnost">
    <vt:lpwstr>6</vt:lpwstr>
  </property>
  <property fmtid="{D5CDD505-2E9C-101B-9397-08002B2CF9AE}" pid="32" name="Podpis">
    <vt:lpwstr/>
  </property>
  <property fmtid="{D5CDD505-2E9C-101B-9397-08002B2CF9AE}" pid="33" name="PoleVlastnost">
    <vt:lpwstr/>
  </property>
  <property fmtid="{D5CDD505-2E9C-101B-9397-08002B2CF9AE}" pid="34" name="PostalAddress_Contact_SpisovyUzel_PoziceZodpo_Pisemnost">
    <vt:lpwstr>nábřeží Edvarda Beneše 4/128
11801 Praha 1 - Malá Strana</vt:lpwstr>
  </property>
  <property fmtid="{D5CDD505-2E9C-101B-9397-08002B2CF9AE}" pid="35" name="QREC_Pisemnost">
    <vt:lpwstr>UVCR25D0005415</vt:lpwstr>
  </property>
  <property fmtid="{D5CDD505-2E9C-101B-9397-08002B2CF9AE}" pid="36" name="RC">
    <vt:lpwstr/>
  </property>
  <property fmtid="{D5CDD505-2E9C-101B-9397-08002B2CF9AE}" pid="37" name="SkartacniZnakLhuta_PisemnostZnak">
    <vt:lpwstr>S/5</vt:lpwstr>
  </property>
  <property fmtid="{D5CDD505-2E9C-101B-9397-08002B2CF9AE}" pid="38" name="SmlouvaCislo">
    <vt:lpwstr>ČÍSLO SMLOUVY</vt:lpwstr>
  </property>
  <property fmtid="{D5CDD505-2E9C-101B-9397-08002B2CF9AE}" pid="39" name="SZ_Spis_Pisemnost">
    <vt:lpwstr>SPIS-2025-1038</vt:lpwstr>
  </property>
  <property fmtid="{D5CDD505-2E9C-101B-9397-08002B2CF9AE}" pid="40" name="TEST">
    <vt:lpwstr>testovací pole</vt:lpwstr>
  </property>
  <property fmtid="{D5CDD505-2E9C-101B-9397-08002B2CF9AE}" pid="41" name="TypPrilohy_Pisemnost">
    <vt:lpwstr>6el.s.</vt:lpwstr>
  </property>
  <property fmtid="{D5CDD505-2E9C-101B-9397-08002B2CF9AE}" pid="42" name="UserName_PisemnostTypZpristupneniInformaciZOSZ_Pisemnost">
    <vt:lpwstr>ZOSZ_UserName</vt:lpwstr>
  </property>
  <property fmtid="{D5CDD505-2E9C-101B-9397-08002B2CF9AE}" pid="43" name="Vec_Pisemnost">
    <vt:lpwstr>Dopis RVVI_žádost o stanovisko ke změně Programu NW_Podprogram 4_Podpora národních autorit</vt:lpwstr>
  </property>
  <property fmtid="{D5CDD505-2E9C-101B-9397-08002B2CF9AE}" pid="44" name="Zkratka_SpisovyUzel_PoziceZodpo_Pisemnost">
    <vt:lpwstr>VVI</vt:lpwstr>
  </property>
  <property fmtid="{D5CDD505-2E9C-101B-9397-08002B2CF9AE}" pid="45" name="_NewReviewCycle">
    <vt:lpwstr/>
  </property>
</Properties>
</file>